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5B8D2ED" w:rsidR="000348ED" w:rsidRPr="00F3429A" w:rsidRDefault="005D05AC" w:rsidP="007728AB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7728AB">
              <w:t>ENG Committee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09894A6C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7728AB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4115E25D" w:rsidR="000348ED" w:rsidRPr="00F3429A" w:rsidRDefault="00543A41" w:rsidP="00C36C78">
            <w:pPr>
              <w:jc w:val="right"/>
            </w:pPr>
            <w:r>
              <w:t>201</w:t>
            </w:r>
            <w:r w:rsidR="00671729">
              <w:t>5</w:t>
            </w:r>
            <w:r w:rsidR="007728AB">
              <w:t>-11-19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0FE211D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7728AB">
        <w:rPr>
          <w:color w:val="000000"/>
        </w:rPr>
        <w:t>ARM</w:t>
      </w:r>
      <w:r w:rsidR="00036673">
        <w:rPr>
          <w:color w:val="000000"/>
        </w:rPr>
        <w:t xml:space="preserve"> Committee</w:t>
      </w:r>
    </w:p>
    <w:p w14:paraId="274EBD67" w14:textId="0A96F1A9" w:rsidR="00543A41" w:rsidRDefault="00B41898" w:rsidP="00543A41">
      <w:pPr>
        <w:pStyle w:val="Title"/>
        <w:spacing w:after="120"/>
        <w:rPr>
          <w:color w:val="000000"/>
        </w:rPr>
      </w:pPr>
      <w:r>
        <w:rPr>
          <w:color w:val="000000"/>
        </w:rPr>
        <w:t>R</w:t>
      </w:r>
      <w:r w:rsidR="00FD3FB7">
        <w:rPr>
          <w:color w:val="000000"/>
        </w:rPr>
        <w:t>evi</w:t>
      </w:r>
      <w:r w:rsidR="007728AB">
        <w:rPr>
          <w:color w:val="000000"/>
        </w:rPr>
        <w:t>ew</w:t>
      </w:r>
      <w:r w:rsidR="00FD3FB7">
        <w:rPr>
          <w:color w:val="000000"/>
        </w:rPr>
        <w:t xml:space="preserve"> </w:t>
      </w:r>
      <w:r w:rsidR="00036673">
        <w:rPr>
          <w:color w:val="000000"/>
        </w:rPr>
        <w:t xml:space="preserve">of </w:t>
      </w:r>
      <w:r w:rsidR="007728AB">
        <w:rPr>
          <w:color w:val="000000"/>
        </w:rPr>
        <w:t>new Draft Guideline on Selection of Rhythmic Characters for Aids to Navigation</w:t>
      </w:r>
    </w:p>
    <w:p w14:paraId="70C0B3EC" w14:textId="77777777" w:rsidR="00E23578" w:rsidRPr="0097322E" w:rsidRDefault="00E23578" w:rsidP="00543A41">
      <w:pPr>
        <w:pStyle w:val="Title"/>
        <w:spacing w:after="120"/>
      </w:pP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2328E254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</w:t>
      </w:r>
      <w:r w:rsidR="006604FA">
        <w:rPr>
          <w:rFonts w:cs="Arial"/>
          <w:sz w:val="24"/>
          <w:szCs w:val="24"/>
        </w:rPr>
        <w:t>request</w:t>
      </w:r>
      <w:r w:rsidR="00E61E2A" w:rsidRPr="00671729">
        <w:rPr>
          <w:rFonts w:cs="Arial"/>
          <w:sz w:val="24"/>
          <w:szCs w:val="24"/>
        </w:rPr>
        <w:t xml:space="preserve">ed to </w:t>
      </w:r>
      <w:r w:rsidR="007728AB">
        <w:rPr>
          <w:rFonts w:cs="Arial"/>
          <w:sz w:val="24"/>
          <w:szCs w:val="24"/>
        </w:rPr>
        <w:t>review the following document</w:t>
      </w:r>
      <w:r w:rsidR="00972629">
        <w:rPr>
          <w:rFonts w:cs="Arial"/>
          <w:sz w:val="24"/>
          <w:szCs w:val="24"/>
        </w:rPr>
        <w:t>:</w:t>
      </w:r>
    </w:p>
    <w:p w14:paraId="5150F5BC" w14:textId="77777777" w:rsidR="007728AB" w:rsidRDefault="007728AB" w:rsidP="00800567">
      <w:pPr>
        <w:spacing w:before="120" w:after="120"/>
        <w:jc w:val="both"/>
        <w:rPr>
          <w:rFonts w:cs="Arial"/>
          <w:sz w:val="24"/>
          <w:szCs w:val="24"/>
        </w:rPr>
      </w:pPr>
    </w:p>
    <w:p w14:paraId="31AE3BA3" w14:textId="458429E2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  <w:r w:rsidRPr="007728AB">
        <w:rPr>
          <w:rFonts w:cs="Arial"/>
          <w:sz w:val="24"/>
          <w:szCs w:val="24"/>
        </w:rPr>
        <w:t>Draft Guideline on Selection of Rhythmic Characters for Aids to Navigation</w:t>
      </w:r>
      <w:r>
        <w:rPr>
          <w:rFonts w:cs="Arial"/>
          <w:sz w:val="24"/>
          <w:szCs w:val="24"/>
        </w:rPr>
        <w:t>,</w:t>
      </w:r>
      <w:r w:rsidR="0053213F">
        <w:rPr>
          <w:rFonts w:cs="Arial"/>
          <w:sz w:val="24"/>
          <w:szCs w:val="24"/>
        </w:rPr>
        <w:t xml:space="preserve"> number</w:t>
      </w:r>
      <w:r w:rsidRPr="007728AB">
        <w:rPr>
          <w:rFonts w:cs="Arial"/>
          <w:sz w:val="24"/>
          <w:szCs w:val="24"/>
        </w:rPr>
        <w:t xml:space="preserve"> </w:t>
      </w:r>
      <w:r w:rsidR="0053213F">
        <w:rPr>
          <w:rFonts w:cs="Arial"/>
          <w:sz w:val="24"/>
          <w:szCs w:val="24"/>
        </w:rPr>
        <w:t>ENG3-11.2.16</w:t>
      </w:r>
    </w:p>
    <w:p w14:paraId="29F01A52" w14:textId="77777777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3786B9FB" w14:textId="7A47A8DA" w:rsid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 xml:space="preserve">ENG Committee </w:t>
      </w:r>
      <w:r>
        <w:rPr>
          <w:rFonts w:cs="Arial"/>
          <w:sz w:val="24"/>
          <w:szCs w:val="24"/>
        </w:rPr>
        <w:t xml:space="preserve">has </w:t>
      </w:r>
      <w:r w:rsidR="007728AB">
        <w:rPr>
          <w:rFonts w:cs="Arial"/>
          <w:sz w:val="24"/>
          <w:szCs w:val="24"/>
        </w:rPr>
        <w:t>prepar</w:t>
      </w:r>
      <w:r>
        <w:rPr>
          <w:rFonts w:cs="Arial"/>
          <w:sz w:val="24"/>
          <w:szCs w:val="24"/>
        </w:rPr>
        <w:t xml:space="preserve">ed the </w:t>
      </w:r>
      <w:r w:rsidR="007728AB">
        <w:rPr>
          <w:rFonts w:cs="Arial"/>
          <w:sz w:val="24"/>
          <w:szCs w:val="24"/>
        </w:rPr>
        <w:t>attached working document during ENG3</w:t>
      </w:r>
      <w:r w:rsidR="00C85609" w:rsidRPr="00C85609">
        <w:rPr>
          <w:rFonts w:cs="Arial"/>
          <w:sz w:val="24"/>
          <w:szCs w:val="24"/>
        </w:rPr>
        <w:t xml:space="preserve"> and finds the content </w:t>
      </w:r>
      <w:r w:rsidR="007728AB">
        <w:rPr>
          <w:rFonts w:cs="Arial"/>
          <w:sz w:val="24"/>
          <w:szCs w:val="24"/>
        </w:rPr>
        <w:t>mature enough for requesting comments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7133CA5E" w14:textId="77777777" w:rsidR="007728AB" w:rsidRPr="00C85609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7D85042D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>-3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 xml:space="preserve">ee is invited to review </w:t>
      </w:r>
      <w:r w:rsidR="007728AB">
        <w:rPr>
          <w:rFonts w:cs="Arial"/>
          <w:sz w:val="24"/>
          <w:szCs w:val="24"/>
        </w:rPr>
        <w:t>th</w:t>
      </w:r>
      <w:r w:rsidR="0038389D">
        <w:rPr>
          <w:rFonts w:cs="Arial"/>
          <w:sz w:val="24"/>
          <w:szCs w:val="24"/>
        </w:rPr>
        <w:t>e document and provide comments</w:t>
      </w:r>
      <w:r w:rsidR="007728AB">
        <w:rPr>
          <w:rFonts w:cs="Arial"/>
          <w:sz w:val="24"/>
          <w:szCs w:val="24"/>
        </w:rPr>
        <w:t xml:space="preserve"> as an input to ENG-4</w:t>
      </w:r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04DDE" w14:textId="77777777" w:rsidR="00924609" w:rsidRDefault="00924609" w:rsidP="00002906">
      <w:r>
        <w:separator/>
      </w:r>
    </w:p>
  </w:endnote>
  <w:endnote w:type="continuationSeparator" w:id="0">
    <w:p w14:paraId="006FC4AF" w14:textId="77777777" w:rsidR="00924609" w:rsidRDefault="0092460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187C4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C8187" w14:textId="77777777" w:rsidR="00924609" w:rsidRDefault="00924609" w:rsidP="00002906">
      <w:r>
        <w:separator/>
      </w:r>
    </w:p>
  </w:footnote>
  <w:footnote w:type="continuationSeparator" w:id="0">
    <w:p w14:paraId="2A4B5FF4" w14:textId="77777777" w:rsidR="00924609" w:rsidRDefault="0092460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63C8" w14:textId="66EE71E9" w:rsidR="00A06429" w:rsidRDefault="00187C4A" w:rsidP="00D35560">
    <w:pPr>
      <w:pStyle w:val="Header"/>
    </w:pPr>
    <w:r>
      <w:t>ARM3-3.1.7 (</w:t>
    </w:r>
    <w:r w:rsidR="00D35560">
      <w:t>E</w:t>
    </w:r>
    <w:r w:rsidR="003E7D2E">
      <w:t>NG</w:t>
    </w:r>
    <w:r w:rsidR="00800567">
      <w:t>3</w:t>
    </w:r>
    <w:r w:rsidR="003E7D2E">
      <w:t>-</w:t>
    </w:r>
    <w:r w:rsidR="002634FA">
      <w:t>11.1.9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13634"/>
    <w:rsid w:val="00121CDF"/>
    <w:rsid w:val="00135447"/>
    <w:rsid w:val="00152273"/>
    <w:rsid w:val="00187C4A"/>
    <w:rsid w:val="001A654A"/>
    <w:rsid w:val="001C74CF"/>
    <w:rsid w:val="001F6B70"/>
    <w:rsid w:val="00201BD9"/>
    <w:rsid w:val="002054E2"/>
    <w:rsid w:val="00211FDC"/>
    <w:rsid w:val="00250CD0"/>
    <w:rsid w:val="002634FA"/>
    <w:rsid w:val="002E7923"/>
    <w:rsid w:val="003178BB"/>
    <w:rsid w:val="00352C1A"/>
    <w:rsid w:val="00373838"/>
    <w:rsid w:val="0037726E"/>
    <w:rsid w:val="0038389D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F5685"/>
    <w:rsid w:val="00505FAE"/>
    <w:rsid w:val="00520BFD"/>
    <w:rsid w:val="0053213F"/>
    <w:rsid w:val="00542EB3"/>
    <w:rsid w:val="00543A41"/>
    <w:rsid w:val="005651EA"/>
    <w:rsid w:val="005D05AC"/>
    <w:rsid w:val="00630F7F"/>
    <w:rsid w:val="0064435F"/>
    <w:rsid w:val="00650964"/>
    <w:rsid w:val="006576E9"/>
    <w:rsid w:val="006604FA"/>
    <w:rsid w:val="00671729"/>
    <w:rsid w:val="006765D4"/>
    <w:rsid w:val="006C1BC6"/>
    <w:rsid w:val="006D227D"/>
    <w:rsid w:val="006D470F"/>
    <w:rsid w:val="006D6205"/>
    <w:rsid w:val="0072068D"/>
    <w:rsid w:val="00727E88"/>
    <w:rsid w:val="007650F1"/>
    <w:rsid w:val="007728AB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75BC5"/>
    <w:rsid w:val="008E3CCB"/>
    <w:rsid w:val="008E5D72"/>
    <w:rsid w:val="008F13DD"/>
    <w:rsid w:val="0090271C"/>
    <w:rsid w:val="00902AA4"/>
    <w:rsid w:val="00924609"/>
    <w:rsid w:val="00972629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E4640"/>
    <w:rsid w:val="00E03262"/>
    <w:rsid w:val="00E14A7D"/>
    <w:rsid w:val="00E22AFE"/>
    <w:rsid w:val="00E23578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145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F1FBA-8F55-4941-8492-2F00A912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60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ENG3 to ARM3 Working Group</dc:title>
  <dc:creator/>
  <cp:lastModifiedBy>Wim</cp:lastModifiedBy>
  <cp:revision>16</cp:revision>
  <cp:lastPrinted>2012-09-27T10:00:00Z</cp:lastPrinted>
  <dcterms:created xsi:type="dcterms:W3CDTF">2015-04-30T09:13:00Z</dcterms:created>
  <dcterms:modified xsi:type="dcterms:W3CDTF">2015-11-20T14:05:00Z</dcterms:modified>
</cp:coreProperties>
</file>